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4542A3"/>
    <w:rsid w:val="005C4F56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650</Words>
  <Characters>3709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Sharymova Irina</cp:lastModifiedBy>
  <cp:revision>2</cp:revision>
  <dcterms:created xsi:type="dcterms:W3CDTF">2023-07-04T03:07:00Z</dcterms:created>
  <dcterms:modified xsi:type="dcterms:W3CDTF">2023-07-04T03:07:00Z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